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FA737" w14:textId="643298D4" w:rsidR="005C7AFF" w:rsidRPr="00F914B7" w:rsidRDefault="003D4285" w:rsidP="005C7AFF">
      <w:pPr>
        <w:jc w:val="right"/>
        <w:rPr>
          <w:rFonts w:ascii="Calibri" w:hAnsi="Calibri" w:cs="Calibri"/>
          <w:sz w:val="16"/>
          <w:szCs w:val="16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>Anexa</w:t>
      </w:r>
      <w:r>
        <w:rPr>
          <w:rFonts w:asciiTheme="minorHAnsi" w:hAnsiTheme="minorHAnsi" w:cstheme="minorHAnsi"/>
          <w:b/>
          <w:bCs/>
          <w:snapToGrid w:val="0"/>
          <w:lang w:eastAsia="en-US"/>
        </w:rPr>
        <w:t xml:space="preserve"> 6</w:t>
      </w:r>
    </w:p>
    <w:p w14:paraId="11AEEA29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E59E010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58F5B65B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26389315" w14:textId="77777777" w:rsidR="00AA55F7" w:rsidRPr="00302941" w:rsidRDefault="00AA55F7" w:rsidP="00AA55F7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Model orientativ </w:t>
      </w:r>
    </w:p>
    <w:p w14:paraId="636F6052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42CF25DF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1FECAE0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55DE4B5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FC426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78C83C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54A7FD4C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4BAD398E" w14:textId="3D09B544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23584D">
        <w:rPr>
          <w:rFonts w:asciiTheme="minorHAnsi" w:hAnsiTheme="minorHAnsi" w:cstheme="minorHAnsi"/>
          <w:b/>
          <w:lang w:eastAsia="en-US"/>
        </w:rPr>
        <w:t xml:space="preserve"> </w:t>
      </w:r>
      <w:r w:rsidR="0023584D" w:rsidRPr="0023584D">
        <w:rPr>
          <w:rFonts w:asciiTheme="minorHAnsi" w:hAnsiTheme="minorHAnsi" w:cstheme="minorHAnsi"/>
          <w:b/>
          <w:lang w:eastAsia="en-US"/>
        </w:rPr>
        <w:t>5 - O REGIUNE ACCESIBILĂ</w:t>
      </w:r>
    </w:p>
    <w:p w14:paraId="4F85DA78" w14:textId="29B50C4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23584D" w:rsidRPr="0023584D">
        <w:rPr>
          <w:rFonts w:asciiTheme="minorHAnsi" w:hAnsiTheme="minorHAnsi" w:cstheme="minorHAnsi"/>
          <w:b/>
          <w:lang w:eastAsia="en-US"/>
        </w:rPr>
        <w:t>5.2 – Descongestionarea traficului din jurul marilor municipii (reședințe de județ)</w:t>
      </w:r>
      <w:r w:rsidR="0016324F">
        <w:rPr>
          <w:rFonts w:asciiTheme="minorHAnsi" w:hAnsiTheme="minorHAnsi" w:cstheme="minorHAnsi"/>
          <w:b/>
          <w:lang w:eastAsia="en-US"/>
        </w:rPr>
        <w:t xml:space="preserve"> -</w:t>
      </w:r>
      <w:r w:rsidR="0016324F" w:rsidRPr="0016324F">
        <w:rPr>
          <w:rFonts w:ascii="Calibri" w:hAnsi="Calibri"/>
          <w:lang w:eastAsia="en-US"/>
        </w:rPr>
        <w:t xml:space="preserve"> </w:t>
      </w:r>
      <w:r w:rsidR="0016324F" w:rsidRPr="0016324F">
        <w:rPr>
          <w:rFonts w:ascii="Calibri" w:hAnsi="Calibri"/>
          <w:b/>
          <w:bCs/>
          <w:lang w:eastAsia="en-US"/>
        </w:rPr>
        <w:t>Apel 2</w:t>
      </w:r>
    </w:p>
    <w:p w14:paraId="5D1B1E4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465B78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D3F7E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7EBA6C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&lt;..&gt;/&lt;DATA&gt;</w:t>
      </w:r>
    </w:p>
    <w:p w14:paraId="766960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3AEC4E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2C3EBA5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5133CEB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8F128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C6DE7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4A5287FA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5B37537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 &lt;................&gt; , Acțiunea &lt;................&gt;, Obiectiv specific &lt;................&gt;</w:t>
      </w:r>
    </w:p>
    <w:p w14:paraId="748AE229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F13337C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6EAAE7C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D8B6F7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593F6FC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B13AA7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37240C6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CFDCA39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 xml:space="preserve">precum și cheltuieli conexe ce pot </w:t>
      </w:r>
      <w:r w:rsidR="00AA55F7" w:rsidRPr="00302941">
        <w:rPr>
          <w:rFonts w:asciiTheme="minorHAnsi" w:hAnsiTheme="minorHAnsi" w:cstheme="minorHAnsi"/>
          <w:lang w:eastAsia="en-US"/>
        </w:rPr>
        <w:lastRenderedPageBreak/>
        <w:t>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2F43ECFC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BE75830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552EFEB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6EE345C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 sustenabilității financiare a acestuia</w:t>
      </w:r>
    </w:p>
    <w:p w14:paraId="7B5B4F4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8FDA79D" w14:textId="70F3F279" w:rsidR="00AA55F7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8</w:t>
      </w:r>
      <w:r w:rsidR="002C5B62">
        <w:rPr>
          <w:rFonts w:asciiTheme="minorHAnsi" w:hAnsiTheme="minorHAnsi" w:cstheme="minorHAnsi"/>
          <w:lang w:eastAsia="en-US"/>
        </w:rPr>
        <w:t>.</w:t>
      </w:r>
      <w:r w:rsidRPr="00302941">
        <w:rPr>
          <w:rFonts w:asciiTheme="minorHAnsi" w:hAnsiTheme="minorHAnsi" w:cstheme="minorHAnsi"/>
          <w:lang w:eastAsia="en-US"/>
        </w:rPr>
        <w:t xml:space="preserve"> (</w:t>
      </w:r>
      <w:r w:rsidRPr="00302941">
        <w:rPr>
          <w:rFonts w:asciiTheme="minorHAnsi" w:hAnsiTheme="minorHAnsi" w:cstheme="minorHAnsi"/>
          <w:i/>
          <w:lang w:eastAsia="en-US"/>
        </w:rPr>
        <w:t>dacă este cazul</w:t>
      </w:r>
      <w:r w:rsidRPr="00302941">
        <w:rPr>
          <w:rFonts w:asciiTheme="minorHAnsi" w:hAnsiTheme="minorHAnsi" w:cstheme="minorHAnsi"/>
          <w:lang w:eastAsia="en-US"/>
        </w:rPr>
        <w:t xml:space="preserve"> – </w:t>
      </w:r>
      <w:r w:rsidRPr="00302941">
        <w:rPr>
          <w:rFonts w:asciiTheme="minorHAnsi" w:hAnsiTheme="minorHAnsi" w:cstheme="minorHAnsi"/>
          <w:i/>
          <w:lang w:eastAsia="en-US"/>
        </w:rPr>
        <w:t>pentru proiectele cu lucrări demarate</w:t>
      </w:r>
      <w:r w:rsidRPr="00302941">
        <w:rPr>
          <w:rFonts w:asciiTheme="minorHAnsi" w:hAnsiTheme="minorHAnsi" w:cstheme="minorHAnsi"/>
          <w:lang w:eastAsia="en-US"/>
        </w:rPr>
        <w:t>) Sumele reprezentând corecțiile ce pot fi identificate în procedura de verificare a achiziției, vor fi suportate din bugetul propriu.</w:t>
      </w:r>
    </w:p>
    <w:p w14:paraId="36143B3B" w14:textId="77777777" w:rsidR="000E1E86" w:rsidRDefault="000E1E86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41311063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24E8A8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6A24E103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23D921FC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5BF9779E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C6ED5A6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1306EE57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F23974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692D34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9C15212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7876443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C24F834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152E27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3C7E28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6F757" w14:textId="77777777" w:rsidR="006F14B9" w:rsidRDefault="006F14B9">
      <w:r>
        <w:separator/>
      </w:r>
    </w:p>
  </w:endnote>
  <w:endnote w:type="continuationSeparator" w:id="0">
    <w:p w14:paraId="648EBEF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B30C8" w14:textId="77777777" w:rsidR="0016402A" w:rsidRDefault="0016402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09DD720" w14:textId="77777777">
      <w:trPr>
        <w:cantSplit/>
        <w:trHeight w:hRule="exact" w:val="340"/>
        <w:hidden/>
      </w:trPr>
      <w:tc>
        <w:tcPr>
          <w:tcW w:w="9210" w:type="dxa"/>
        </w:tcPr>
        <w:p w14:paraId="1B463CF9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7252C914" w14:textId="77777777" w:rsidR="00F12E7F" w:rsidRDefault="00AA55F7" w:rsidP="00F12E7F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6C225805" wp14:editId="7C97B55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13EE38" wp14:editId="0EA6B5A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48C9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3EE3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3648C9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C94BE29" wp14:editId="614FFE9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AEA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94BE2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A87AEA9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E6BC93" wp14:editId="32DD25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509D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D6701D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3BDFD8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6BC9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45509D6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D6701D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3BDFD8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8F282A5" wp14:editId="3A8AD3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F8F82D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5FE40" w14:textId="77777777" w:rsidR="00072DDE" w:rsidRDefault="00AA55F7">
    <w:pPr>
      <w:pStyle w:val="Subsol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706D5A8" wp14:editId="3C3F6DF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697D35" wp14:editId="31F53F1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2146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97D3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4262146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882DB62" wp14:editId="3F26F9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96B7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2DB6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1796B7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440DE0" wp14:editId="2ED5298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E643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3B81F0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98BF39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40DE0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69DE643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3B81F0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98BF39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42A73A78" wp14:editId="247AF54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92376" w14:textId="77777777" w:rsidR="006F14B9" w:rsidRDefault="006F14B9">
      <w:r>
        <w:separator/>
      </w:r>
    </w:p>
  </w:footnote>
  <w:footnote w:type="continuationSeparator" w:id="0">
    <w:p w14:paraId="6BA3F28A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348C0" w14:textId="04E546C8" w:rsidR="0016402A" w:rsidRDefault="0016402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6F358" w14:textId="6AD91017" w:rsidR="002B3BB9" w:rsidRPr="00851382" w:rsidRDefault="00AA55F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42ECEEC" wp14:editId="52C50A2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1271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E4BBCD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2ECEE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C21271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EE4BBCD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B0F8" w14:textId="4202EA5A" w:rsidR="002B3BB9" w:rsidRDefault="00AA55F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AF0F8B8" wp14:editId="0982B1F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13135" wp14:editId="40F9A31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3F32F88" wp14:editId="63733D6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302952">
    <w:abstractNumId w:val="1"/>
  </w:num>
  <w:num w:numId="2" w16cid:durableId="780758209">
    <w:abstractNumId w:val="0"/>
  </w:num>
  <w:num w:numId="3" w16cid:durableId="1541161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6324F"/>
    <w:rsid w:val="0016402A"/>
    <w:rsid w:val="001D0B59"/>
    <w:rsid w:val="001E7D06"/>
    <w:rsid w:val="0023584D"/>
    <w:rsid w:val="002B3BB9"/>
    <w:rsid w:val="002C5B62"/>
    <w:rsid w:val="002E07E9"/>
    <w:rsid w:val="002F1246"/>
    <w:rsid w:val="00302941"/>
    <w:rsid w:val="00323823"/>
    <w:rsid w:val="00351F71"/>
    <w:rsid w:val="00376CFE"/>
    <w:rsid w:val="0038588C"/>
    <w:rsid w:val="003D4285"/>
    <w:rsid w:val="003E2E03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5716B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796269F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AD68A-79FD-47B7-8415-9EB6CE8D9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28</TotalTime>
  <Pages>2</Pages>
  <Words>277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2132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16</cp:revision>
  <cp:lastPrinted>2023-07-13T11:29:00Z</cp:lastPrinted>
  <dcterms:created xsi:type="dcterms:W3CDTF">2023-05-29T07:58:00Z</dcterms:created>
  <dcterms:modified xsi:type="dcterms:W3CDTF">2025-08-12T07:01:00Z</dcterms:modified>
</cp:coreProperties>
</file>